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70" w:rsidRPr="007114F1" w:rsidRDefault="007236AB">
      <w:pPr>
        <w:rPr>
          <w:rFonts w:ascii="Andika Basic" w:hAnsi="Andika Basic"/>
        </w:rPr>
      </w:pPr>
      <w:r w:rsidRPr="007114F1">
        <w:rPr>
          <w:rFonts w:ascii="Andika Basic" w:hAnsi="Andika Basic"/>
        </w:rPr>
        <w:t xml:space="preserve">Lesson Plans for </w:t>
      </w:r>
      <w:r w:rsidRPr="007114F1">
        <w:rPr>
          <w:rFonts w:ascii="Andika Basic" w:hAnsi="Andika Basic"/>
          <w:i/>
        </w:rPr>
        <w:t xml:space="preserve">Moon </w:t>
      </w:r>
      <w:proofErr w:type="gramStart"/>
      <w:r w:rsidRPr="007114F1">
        <w:rPr>
          <w:rFonts w:ascii="Andika Basic" w:hAnsi="Andika Basic"/>
          <w:i/>
        </w:rPr>
        <w:t>Over</w:t>
      </w:r>
      <w:proofErr w:type="gramEnd"/>
      <w:r w:rsidRPr="007114F1">
        <w:rPr>
          <w:rFonts w:ascii="Andika Basic" w:hAnsi="Andika Basic"/>
          <w:i/>
        </w:rPr>
        <w:t xml:space="preserve"> Manifest</w:t>
      </w:r>
    </w:p>
    <w:p w:rsidR="007236AB" w:rsidRPr="007114F1" w:rsidRDefault="007236AB">
      <w:pPr>
        <w:rPr>
          <w:rFonts w:ascii="Andika Basic" w:hAnsi="Andika Basic"/>
        </w:rPr>
      </w:pPr>
      <w:r w:rsidRPr="007114F1">
        <w:rPr>
          <w:rFonts w:ascii="Andika Basic" w:hAnsi="Andika Basic"/>
        </w:rPr>
        <w:t>Ashley Ague</w:t>
      </w:r>
    </w:p>
    <w:p w:rsidR="007236AB" w:rsidRPr="007114F1" w:rsidRDefault="007236AB">
      <w:pPr>
        <w:rPr>
          <w:rFonts w:ascii="Andika Basic" w:hAnsi="Andika Basic"/>
        </w:rPr>
      </w:pPr>
    </w:p>
    <w:p w:rsidR="007236AB" w:rsidRPr="007114F1" w:rsidRDefault="007236AB" w:rsidP="007114F1">
      <w:pPr>
        <w:spacing w:line="360" w:lineRule="auto"/>
        <w:rPr>
          <w:rFonts w:ascii="Andika Basic" w:hAnsi="Andika Basic"/>
        </w:rPr>
      </w:pPr>
      <w:r w:rsidRPr="007114F1">
        <w:rPr>
          <w:rFonts w:ascii="Andika Basic" w:hAnsi="Andika Basic"/>
        </w:rPr>
        <w:t xml:space="preserve">After reading </w:t>
      </w:r>
      <w:r w:rsidRPr="007114F1">
        <w:rPr>
          <w:rFonts w:ascii="Andika Basic" w:hAnsi="Andika Basic"/>
          <w:i/>
        </w:rPr>
        <w:t xml:space="preserve">Moon </w:t>
      </w:r>
      <w:proofErr w:type="gramStart"/>
      <w:r w:rsidRPr="007114F1">
        <w:rPr>
          <w:rFonts w:ascii="Andika Basic" w:hAnsi="Andika Basic"/>
          <w:i/>
        </w:rPr>
        <w:t>Over</w:t>
      </w:r>
      <w:proofErr w:type="gramEnd"/>
      <w:r w:rsidRPr="007114F1">
        <w:rPr>
          <w:rFonts w:ascii="Andika Basic" w:hAnsi="Andika Basic"/>
          <w:i/>
        </w:rPr>
        <w:t xml:space="preserve"> Manifest</w:t>
      </w:r>
      <w:r w:rsidRPr="007114F1">
        <w:rPr>
          <w:rFonts w:ascii="Andika Basic" w:hAnsi="Andika Basic"/>
        </w:rPr>
        <w:t xml:space="preserve">, I would have the students pick 3 characters from the book that they enjoyed. </w:t>
      </w:r>
      <w:r w:rsidR="007114F1" w:rsidRPr="007114F1">
        <w:rPr>
          <w:rFonts w:ascii="Andika Basic" w:hAnsi="Andika Basic"/>
        </w:rPr>
        <w:t>I would have them write</w:t>
      </w:r>
      <w:r w:rsidR="00633693" w:rsidRPr="007114F1">
        <w:rPr>
          <w:rFonts w:ascii="Andika Basic" w:hAnsi="Andika Basic"/>
        </w:rPr>
        <w:t xml:space="preserve"> an ‘I wonder…’ paper.  Each student would write at least one full paragraph on each character that they chose. Each paragraph would start with the sentence, “I wonder what ______________________ (fill in with </w:t>
      </w:r>
      <w:r w:rsidR="000E7377" w:rsidRPr="007114F1">
        <w:rPr>
          <w:rFonts w:ascii="Andika Basic" w:hAnsi="Andika Basic"/>
        </w:rPr>
        <w:t>their choice of character) is doing now.”</w:t>
      </w:r>
    </w:p>
    <w:p w:rsidR="00C63FA6" w:rsidRPr="007114F1" w:rsidRDefault="00C63FA6" w:rsidP="007114F1">
      <w:pPr>
        <w:spacing w:line="360" w:lineRule="auto"/>
        <w:rPr>
          <w:rFonts w:ascii="Andika Basic" w:hAnsi="Andika Basic"/>
        </w:rPr>
      </w:pPr>
      <w:r w:rsidRPr="007114F1">
        <w:rPr>
          <w:rFonts w:ascii="Andika Basic" w:hAnsi="Andika Basic"/>
        </w:rPr>
        <w:t>They would then write a paragraph for each character telling where they think they are now and what they think they are doing.</w:t>
      </w:r>
    </w:p>
    <w:p w:rsidR="007114F1" w:rsidRPr="007114F1" w:rsidRDefault="007114F1" w:rsidP="007114F1">
      <w:pPr>
        <w:spacing w:line="360" w:lineRule="auto"/>
        <w:rPr>
          <w:rFonts w:ascii="Andika Basic" w:hAnsi="Andika Basic"/>
        </w:rPr>
      </w:pPr>
    </w:p>
    <w:p w:rsidR="007114F1" w:rsidRPr="007114F1" w:rsidRDefault="007114F1">
      <w:pPr>
        <w:rPr>
          <w:rFonts w:ascii="Andika Basic" w:hAnsi="Andika Basic"/>
          <w:b/>
        </w:rPr>
      </w:pPr>
      <w:r w:rsidRPr="007114F1">
        <w:rPr>
          <w:rFonts w:ascii="Andika Basic" w:hAnsi="Andika Basic"/>
          <w:b/>
        </w:rPr>
        <w:t>Example:</w:t>
      </w:r>
    </w:p>
    <w:p w:rsidR="007114F1" w:rsidRPr="007114F1" w:rsidRDefault="007114F1" w:rsidP="007114F1">
      <w:pPr>
        <w:jc w:val="center"/>
        <w:rPr>
          <w:rFonts w:ascii="Andika Basic" w:hAnsi="Andika Basic"/>
          <w:b/>
          <w:sz w:val="32"/>
          <w:szCs w:val="32"/>
        </w:rPr>
      </w:pPr>
      <w:r w:rsidRPr="007114F1">
        <w:rPr>
          <w:rFonts w:ascii="Andika Basic" w:hAnsi="Andika Basic"/>
          <w:b/>
          <w:sz w:val="32"/>
          <w:szCs w:val="32"/>
        </w:rPr>
        <w:t>“I wonder what Miss Sadie is doing now</w:t>
      </w:r>
      <w:r w:rsidR="003F6279">
        <w:rPr>
          <w:rFonts w:ascii="Andika Basic" w:hAnsi="Andika Basic"/>
          <w:b/>
          <w:sz w:val="32"/>
          <w:szCs w:val="32"/>
        </w:rPr>
        <w:t>.</w:t>
      </w:r>
      <w:bookmarkStart w:id="0" w:name="_GoBack"/>
      <w:bookmarkEnd w:id="0"/>
      <w:r w:rsidRPr="007114F1">
        <w:rPr>
          <w:rFonts w:ascii="Andika Basic" w:hAnsi="Andika Basic"/>
          <w:b/>
          <w:sz w:val="32"/>
          <w:szCs w:val="32"/>
        </w:rPr>
        <w:t>”</w:t>
      </w:r>
    </w:p>
    <w:p w:rsidR="007114F1" w:rsidRPr="007114F1" w:rsidRDefault="007114F1" w:rsidP="007114F1">
      <w:pPr>
        <w:rPr>
          <w:rFonts w:ascii="Andika Basic" w:hAnsi="Andika Basic"/>
        </w:rPr>
      </w:pPr>
      <w:r w:rsidRPr="007114F1">
        <w:rPr>
          <w:rFonts w:ascii="Andika Basic" w:hAnsi="Andika Basic"/>
        </w:rPr>
        <w:t>I think Miss Sadie is …….</w:t>
      </w:r>
    </w:p>
    <w:sectPr w:rsidR="007114F1" w:rsidRPr="00711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ika Basic">
    <w:panose1 w:val="02000000000000000000"/>
    <w:charset w:val="00"/>
    <w:family w:val="auto"/>
    <w:pitch w:val="variable"/>
    <w:sig w:usb0="A00000F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AB"/>
    <w:rsid w:val="000E7377"/>
    <w:rsid w:val="003F6279"/>
    <w:rsid w:val="00633693"/>
    <w:rsid w:val="007114F1"/>
    <w:rsid w:val="007236AB"/>
    <w:rsid w:val="00A8352C"/>
    <w:rsid w:val="00C63FA6"/>
    <w:rsid w:val="00D3626B"/>
    <w:rsid w:val="00D6378A"/>
    <w:rsid w:val="00F5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C9BF4B5A</Template>
  <TotalTime>39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Ague</dc:creator>
  <cp:lastModifiedBy>Ashley Ague</cp:lastModifiedBy>
  <cp:revision>5</cp:revision>
  <dcterms:created xsi:type="dcterms:W3CDTF">2011-10-26T17:38:00Z</dcterms:created>
  <dcterms:modified xsi:type="dcterms:W3CDTF">2011-10-27T14:12:00Z</dcterms:modified>
</cp:coreProperties>
</file>